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 am 01.01.1990 in Hamburg, war zunächst vom 18.09.2020 bis zum 30.06.2023 in unserem Unternehmen als Verkäufer im Verkauf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Sicherstellung der Kundenbetreuung und -zufriedenheit</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von Hygiene- und Arbeitssicherheitsvorschriften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Kalkulationen, Angeboten und Auftragsbestätigungen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Identifikation von Kundenbedürfnissen und Markttrends für die Optimierung des Produktangebots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Pflege und Aktualisierung von Kundendatenbanken und Verwaltung von Aufträgen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Marktanalysen und Konkurrenzvergleichen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Planung und Umsetzung von Marketing- und Verkaufsaktionen zur Umsatzsteigerung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Umsetzung von Marketingmaßnahmen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Herr Mustermann zeigte ausreichende Kenntnisse, die er auch auf die Arbeitsabläufe anzuwenden wusste. Dank seines guten Denkvermögens arbeitete sich Herr Mustermann rasch in neue Aufgabengebiete ein und durchdrang auch schwierige Arbeitsabläufe vollständig. Herr Mustermann war stets belastbar. Er agierte überlegt und sehr zielorientiert. Somit war er eine wertvolle Stütze für seinen Arbeitsbereich. Die Arbeitsweise von Herrn Mustermann war durch Gewissenhaftigkeit und Systematik gekennzeichnet. Seine Arbeitsergebnisse wiesen stets die erforderliche Qualität auf. Außerdem war er ein motivierter Mitarbeiter, der die ihm gesetzten Ziele realisierte. Zusammenfassend waren seine Leistungen stets zufriedenstellend. Herr Mustermann genoss das Vertrauen der Geschäftsleitung. Er nutzte unsere internen Weiterbildungsveranstaltungen mit Erfolg zu seiner beruflichen Weiterentwicklung. Zudem verfügte er in hohem Maße über das für diese Tätigkeit erforderliche kaufmännische Geschick.</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Sein Verhalten gegenüber Vorgesetzten und Kollegen war immer einwandfrei. Sein Verhalten gegenüber unseren Kunden war ebenfalls stets vorbildlich.</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Das Arbeitsverhältnis endet mit dem heutigen Tage durch Ablauf der vereinbarten Frist. Wir waren mit ihm zufrieden und danken. Wir wünschen Herrn Mustermann alles Gute.</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