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 Musterfrau geb. am 01.01.1990 in Hamburg, war zunächst vom 18.09.2020 bis zum 30.06.2023 in unserem Unternehmen als Rezeptionistin an der Rezeption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Empfang und Betreuung der Gäste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Säuberung und Pflege der möblierten Innen- und Außenbereiche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von Qualitätsstandards und Hygienevorschriften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Terminvereinbarungen und Kalenderführung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Koordination von Dienstleistern und Lieferanten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Anleitung und Betreuung von Aushilfen und Praktikanten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Organisation von Veranstaltungen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Verantwortung für Sauberkeit und Ordnung am Arbeitsplatz</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Frau Musterfrau besitzt voll zufriedenstellende praktische Kenntnisse und konnte die vorhandenen Instrumente und Techniken wirksam und erfolgreich anwenden. Aufgrund ihrer Auffassungsgabe und ihrer Urteilsfähigkeit war es Frau Musterfrau in schwierigen Situationen möglich, erfolgreich praktikable Problemlösungen aufzuzeigen. Frau Musterfrau war auch starken Arbeitsbelastungen jederzeit gewachsen. Die Arbeitsweise von Frau Musterfrau war durch Gewissenhaftigkeit und Systematik gekennzeichnet. Der hohe Standard ihrer Arbeit übertraf unsere Erwartungen bei weitem. Frau Musterfrau zeigte im Rahmen unserer Erwartungen Eigeninitiative und die Bereitschaft zusätzliche Verantwortung zu übernehmen. Frau Musterfrau bewältigte die meisten Aufgaben und Herausforderungen ihrer schwierigen Position zu unserer vollen Zufriedenheit. Aufgrund ihrer ausgezeichneten Sprachkenntnisse und ihres sehr guten Verhandlungsgeschicks erzielte sie stets hervorragende Ergebnisse.</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Ihr kollegiales und ausgleichendes Wesen sicherte ihr stets ein gutes Verhältnis zu Vorgesetzten, Kollegen und Mitarbeitern. Ihre Art mit Kunden und Geschäftspartnern umzugehen, war vor allem geprägt von Sachlichkeit und Höflichkeit. Frau Musterfrau besaß die Gabe, rasch eine Vertrauensbasis zu schaffen und war daher anerkannt, geschätzt und beliebt.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Das Arbeitsverhältnis endet mit dem heutigen Tage durch Ablauf der vereinbarten Frist. Wir bedanken uns für die Arbeitsbereitschaft und wünschen Frau Musterfrau für die Zukunft viel Erfolg.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