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Mariane Musterfrau, geboren am 10.10.1993 in Hamburg, war vom 03.03.2008 bis zum 20.06.2023 in unserem Unternehmen tätig. Sie arbeitete als Buchhalterin in der Buchhaltung am Standort Hamburg.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Frau Musterfraus Aufgabenbereich als Buchhalterin umfasste im Wesentlichen: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Kontenabstimmungen und -klärungen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hat Monats- und Jahresabschlüsse nach HGB durchgeführt</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Ansprechpartner/in für verschiedene interne und externe Belange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Unterstützung bei der Erstellung von Steuererklärungen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Zahlungsverkehr inklusive Überweisungen und Lastschriften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Kosten- und Rentabilitätsanalysen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Überwachung der Zahlungsein- und -ausgänge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Sie eignete sich mit Erfolg alle wesentlichen und erforderlichen Fertigkeiten und Kenntnisse an. Frau Musterfrau aktualisierte ihr fachliches Wissen und Können regelmäßig eigeninitiativ in außerbetrieblichen Seminaren und Workshops. Frau Musterfrau besitzt ein solides Urteilsvermögen und konnte hinsichtlich ihrer Arbeitsabläufe gut durchdachte Anregungen machen und realisieren. Ihre Ausdauer und Belastbarkeit entsprachen den Anforderungen. Auf ihre korrekte Arbeitsweise war immer Verlass. Die Arbeitsqualität von Frau Musterfrau war voll befriedigend. Mit der Motivation von Frau Musterfrau waren wir zufrieden. Die Lern- und Arbeitsleistung von Frau Musterfrau war stets zufriedenstellend. Hervorzuheben war ihre sehr gute Eignung für interdisziplinäre Teamarbeit.</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Gegenüber Vorgesetzten, Kollegen und Mitarbeitern war ihr Verhalten lobenswert. Ihr Verhalten gegenüber unseren Kunden und Geschäftspartnern war einwandfrei. Frau Musterfrau wurde wegen ihrer kooperativen Art geschätzt.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Das Arbeitsverhältnis endet mit dem heutigen Tage durch Ablauf der vereinbarten Frist. Wir bedanken uns für die Mitarbeit in unserem Unternehmen und wünschen ihr alles Gute.</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20.06.2023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gramStart"/>
            <w:r w:rsidRPr="006E6B9A">
              <w:rPr>
                <w:rStyle w:val="einleitung"/>
                <w:rFonts w:asciiTheme="minorHAnsi" w:hAnsiTheme="minorHAnsi" w:cstheme="minorHAnsi"/>
                <w:szCs w:val="44"/>
              </w:rPr>
              <w:t xml:space="preserve">Philip Drengenberg</w:t>
            </w:r>
            <w:proofErr w:type="gramEnd"/>
            <w:r w:rsidRPr="006E6B9A">
              <w:rPr>
                <w:rStyle w:val="einleitung"/>
                <w:rFonts w:asciiTheme="minorHAnsi" w:hAnsiTheme="minorHAnsi" w:cstheme="minorHAnsi"/>
                <w:szCs w:val="44"/>
              </w:rPr>
              <w:t/>
            </w:r>
          </w:p>
          <w:p w14:paraId="0F245C0B"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Head of Operations</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Start"/>
            <w:r w:rsidRPr="006E6B9A">
              <w:rPr>
                <w:rStyle w:val="einleitung"/>
                <w:rFonts w:asciiTheme="minorHAnsi" w:hAnsiTheme="minorHAnsi" w:cstheme="minorHAnsi"/>
                <w:szCs w:val="44"/>
              </w:rPr>
              <w:t xml:space="preserve">_</w:t>
            </w:r>
            <w:proofErr w:type="gramEnd"/>
            <w:r w:rsidRPr="006E6B9A">
              <w:rPr>
                <w:rStyle w:val="einleitung"/>
                <w:rFonts w:asciiTheme="minorHAnsi" w:hAnsiTheme="minorHAnsi" w:cstheme="minorHAnsi"/>
                <w:szCs w:val="44"/>
              </w:rPr>
              <w:t xml:space="preserve">_____________ </w:t>
            </w:r>
            <w:r w:rsidRPr="006E6B9A">
              <w:rPr>
                <w:rStyle w:val="einleitung"/>
                <w:rFonts w:asciiTheme="minorHAnsi" w:hAnsiTheme="minorHAnsi" w:cstheme="minorHAnsi"/>
                <w:szCs w:val="44"/>
              </w:rPr>
              <w:br/>
              <w:t xml:space="preserve">Anna Weimer</w:t>
            </w:r>
          </w:p>
          <w:p w14:paraId="151C7E31"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Human Resources</w:t>
            </w:r>
            <w:proofErr w:type="gramStart"/>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